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0FE" w:rsidRDefault="003A6EEA">
      <w:pPr>
        <w:rPr>
          <w:u w:val="single"/>
        </w:rPr>
      </w:pPr>
      <w:r>
        <w:t xml:space="preserve">Lesson Plan for </w:t>
      </w:r>
      <w:r w:rsidRPr="003A6EEA">
        <w:rPr>
          <w:u w:val="single"/>
        </w:rPr>
        <w:t>Never Forgotten</w:t>
      </w:r>
    </w:p>
    <w:p w:rsidR="003A6EEA" w:rsidRDefault="003A6EEA">
      <w:r>
        <w:t xml:space="preserve">Ted </w:t>
      </w:r>
      <w:proofErr w:type="spellStart"/>
      <w:r>
        <w:t>ElFaye</w:t>
      </w:r>
      <w:proofErr w:type="spellEnd"/>
    </w:p>
    <w:p w:rsidR="00717230" w:rsidRDefault="00717230"/>
    <w:p w:rsidR="003A6EEA" w:rsidRDefault="003A6EEA">
      <w:r w:rsidRPr="00717230">
        <w:rPr>
          <w:b/>
        </w:rPr>
        <w:t>Unit:</w:t>
      </w:r>
      <w:r>
        <w:t xml:space="preserve"> Historical Fiction</w:t>
      </w:r>
    </w:p>
    <w:p w:rsidR="009C2FD5" w:rsidRDefault="009C2FD5">
      <w:r>
        <w:t xml:space="preserve">Rationale:  This lesson is designed to have students become more </w:t>
      </w:r>
      <w:proofErr w:type="spellStart"/>
      <w:r>
        <w:t>emphathetic</w:t>
      </w:r>
      <w:proofErr w:type="spellEnd"/>
      <w:r>
        <w:t xml:space="preserve"> to hardships that many Africans went through as a result of the slave trade.</w:t>
      </w:r>
    </w:p>
    <w:p w:rsidR="00717230" w:rsidRDefault="00717230"/>
    <w:p w:rsidR="00B64265" w:rsidRPr="00717230" w:rsidRDefault="009C2FD5">
      <w:pPr>
        <w:rPr>
          <w:b/>
        </w:rPr>
      </w:pPr>
      <w:r w:rsidRPr="00717230">
        <w:rPr>
          <w:b/>
        </w:rPr>
        <w:t>Standards</w:t>
      </w:r>
      <w:r w:rsidR="00B64265" w:rsidRPr="00717230">
        <w:rPr>
          <w:b/>
        </w:rPr>
        <w:t>:</w:t>
      </w:r>
    </w:p>
    <w:p w:rsidR="00B64265" w:rsidRDefault="009C2FD5">
      <w:proofErr w:type="gramStart"/>
      <w:r>
        <w:t>(WP.9.1)</w:t>
      </w:r>
      <w:r w:rsidR="00B64265">
        <w:t xml:space="preserve"> Generate writing ideas through discussion with others.</w:t>
      </w:r>
      <w:proofErr w:type="gramEnd"/>
    </w:p>
    <w:p w:rsidR="00B64265" w:rsidRDefault="00B64265">
      <w:r>
        <w:t>(WP.9.5) Use organizational strategies to plan writing</w:t>
      </w:r>
    </w:p>
    <w:p w:rsidR="00B64265" w:rsidRDefault="00B64265">
      <w:proofErr w:type="gramStart"/>
      <w:r>
        <w:t>(WP.0.1) Generate writing ideas through discussion with others.</w:t>
      </w:r>
      <w:proofErr w:type="gramEnd"/>
    </w:p>
    <w:p w:rsidR="00B64265" w:rsidRDefault="00B64265"/>
    <w:p w:rsidR="00B64265" w:rsidRPr="00717230" w:rsidRDefault="00B64265">
      <w:pPr>
        <w:rPr>
          <w:b/>
        </w:rPr>
      </w:pPr>
      <w:r w:rsidRPr="00717230">
        <w:rPr>
          <w:b/>
        </w:rPr>
        <w:t>Materials:</w:t>
      </w:r>
    </w:p>
    <w:p w:rsidR="00B64265" w:rsidRDefault="00717230">
      <w:pPr>
        <w:rPr>
          <w:u w:val="single"/>
        </w:rPr>
      </w:pPr>
      <w:r>
        <w:t>Copies</w:t>
      </w:r>
      <w:r w:rsidR="00B64265">
        <w:t xml:space="preserve"> of book</w:t>
      </w:r>
      <w:proofErr w:type="gramStart"/>
      <w:r w:rsidR="00B64265">
        <w:t xml:space="preserve">,  </w:t>
      </w:r>
      <w:r w:rsidR="00B64265" w:rsidRPr="00B64265">
        <w:rPr>
          <w:u w:val="single"/>
        </w:rPr>
        <w:t>Never</w:t>
      </w:r>
      <w:proofErr w:type="gramEnd"/>
      <w:r w:rsidR="00B64265" w:rsidRPr="00B64265">
        <w:rPr>
          <w:u w:val="single"/>
        </w:rPr>
        <w:t xml:space="preserve"> Forgotten</w:t>
      </w:r>
      <w:r>
        <w:rPr>
          <w:u w:val="single"/>
        </w:rPr>
        <w:t xml:space="preserve"> </w:t>
      </w:r>
      <w:r w:rsidRPr="00717230">
        <w:t>(25)</w:t>
      </w:r>
    </w:p>
    <w:p w:rsidR="00B64265" w:rsidRDefault="00B64265">
      <w:r>
        <w:t>Construction Paper</w:t>
      </w:r>
    </w:p>
    <w:p w:rsidR="00B64265" w:rsidRDefault="00B64265">
      <w:r>
        <w:t>Colored Pencils and/or markers</w:t>
      </w:r>
    </w:p>
    <w:p w:rsidR="00B64265" w:rsidRDefault="00B64265">
      <w:r>
        <w:t>Pencil/paper</w:t>
      </w:r>
    </w:p>
    <w:p w:rsidR="00717230" w:rsidRPr="00717230" w:rsidRDefault="00717230">
      <w:pPr>
        <w:rPr>
          <w:b/>
        </w:rPr>
      </w:pPr>
    </w:p>
    <w:p w:rsidR="00717230" w:rsidRDefault="00717230">
      <w:pPr>
        <w:rPr>
          <w:b/>
        </w:rPr>
      </w:pPr>
      <w:r w:rsidRPr="00717230">
        <w:rPr>
          <w:b/>
        </w:rPr>
        <w:t>Assessments:</w:t>
      </w:r>
    </w:p>
    <w:p w:rsidR="00717230" w:rsidRDefault="00717230">
      <w:r>
        <w:t>Final essay presentation</w:t>
      </w:r>
    </w:p>
    <w:p w:rsidR="00717230" w:rsidRDefault="00717230">
      <w:r>
        <w:t>Poster</w:t>
      </w:r>
    </w:p>
    <w:p w:rsidR="00717230" w:rsidRDefault="00717230">
      <w:r>
        <w:t>Oral Discussion</w:t>
      </w:r>
    </w:p>
    <w:p w:rsidR="00717230" w:rsidRDefault="00717230"/>
    <w:p w:rsidR="00717230" w:rsidRDefault="00717230">
      <w:pPr>
        <w:rPr>
          <w:b/>
        </w:rPr>
      </w:pPr>
      <w:r w:rsidRPr="00717230">
        <w:rPr>
          <w:b/>
        </w:rPr>
        <w:t>Steps:</w:t>
      </w:r>
    </w:p>
    <w:p w:rsidR="00717230" w:rsidRDefault="00717230" w:rsidP="00717230">
      <w:pPr>
        <w:pStyle w:val="ListParagraph"/>
        <w:numPr>
          <w:ilvl w:val="0"/>
          <w:numId w:val="1"/>
        </w:numPr>
      </w:pPr>
      <w:r>
        <w:t>Students will read the book, Never Forgotten individually.</w:t>
      </w:r>
    </w:p>
    <w:p w:rsidR="00717230" w:rsidRDefault="00717230" w:rsidP="00681190">
      <w:pPr>
        <w:pStyle w:val="ListParagraph"/>
        <w:numPr>
          <w:ilvl w:val="0"/>
          <w:numId w:val="1"/>
        </w:numPr>
        <w:spacing w:line="360" w:lineRule="auto"/>
      </w:pPr>
      <w:r>
        <w:lastRenderedPageBreak/>
        <w:t xml:space="preserve">Students in groups of 4 will discuss the following discussion questions:  </w:t>
      </w:r>
      <w:r>
        <w:tab/>
      </w:r>
      <w:r>
        <w:tab/>
      </w:r>
      <w:bookmarkStart w:id="0" w:name="_GoBack"/>
      <w:bookmarkEnd w:id="0"/>
      <w:r>
        <w:tab/>
      </w:r>
      <w:r>
        <w:tab/>
      </w:r>
      <w:r>
        <w:tab/>
        <w:t>Discussion Question #1 – How did you like this book? Favorite part of the story.</w:t>
      </w:r>
      <w:r>
        <w:tab/>
      </w:r>
      <w:r>
        <w:tab/>
      </w:r>
      <w:r>
        <w:tab/>
        <w:t>Discussion Question #2 – What God is most like you</w:t>
      </w:r>
      <w:proofErr w:type="gramStart"/>
      <w:r>
        <w:t>?(</w:t>
      </w:r>
      <w:proofErr w:type="gramEnd"/>
      <w:r>
        <w:t>Rain, Fire, Wind, etc.)</w:t>
      </w:r>
    </w:p>
    <w:p w:rsidR="00717230" w:rsidRDefault="00717230" w:rsidP="00681190">
      <w:pPr>
        <w:pStyle w:val="ListParagraph"/>
        <w:spacing w:line="360" w:lineRule="auto"/>
        <w:ind w:left="1440"/>
      </w:pPr>
      <w:r>
        <w:t xml:space="preserve">Discussion Question #3 – What do you think the rest of </w:t>
      </w:r>
      <w:proofErr w:type="spellStart"/>
      <w:r>
        <w:t>Musafa’s</w:t>
      </w:r>
      <w:proofErr w:type="spellEnd"/>
      <w:r>
        <w:t xml:space="preserve"> life is like?</w:t>
      </w:r>
    </w:p>
    <w:p w:rsidR="00717230" w:rsidRDefault="00717230" w:rsidP="00681190">
      <w:pPr>
        <w:pStyle w:val="ListParagraph"/>
        <w:numPr>
          <w:ilvl w:val="0"/>
          <w:numId w:val="1"/>
        </w:numPr>
        <w:spacing w:line="360" w:lineRule="auto"/>
      </w:pPr>
      <w:r>
        <w:t xml:space="preserve"> Class discussion to share thought </w:t>
      </w:r>
      <w:r w:rsidR="009E436A">
        <w:t>s covered during group discussion.</w:t>
      </w:r>
    </w:p>
    <w:p w:rsidR="009E436A" w:rsidRDefault="009E436A" w:rsidP="00681190">
      <w:pPr>
        <w:pStyle w:val="ListParagraph"/>
        <w:numPr>
          <w:ilvl w:val="0"/>
          <w:numId w:val="1"/>
        </w:numPr>
        <w:spacing w:line="360" w:lineRule="auto"/>
      </w:pPr>
      <w:r>
        <w:t>As a class, the steps of the writing process will be covered.</w:t>
      </w:r>
    </w:p>
    <w:p w:rsidR="009E436A" w:rsidRDefault="009E436A" w:rsidP="00681190">
      <w:pPr>
        <w:pStyle w:val="ListParagraph"/>
        <w:numPr>
          <w:ilvl w:val="0"/>
          <w:numId w:val="1"/>
        </w:numPr>
        <w:spacing w:line="360" w:lineRule="auto"/>
      </w:pPr>
      <w:r>
        <w:t xml:space="preserve">The students will write an essay titled </w:t>
      </w:r>
      <w:r w:rsidRPr="009E436A">
        <w:rPr>
          <w:u w:val="single"/>
        </w:rPr>
        <w:t>Never Forgotten, The Sequel</w:t>
      </w:r>
      <w:r>
        <w:t>.</w:t>
      </w:r>
    </w:p>
    <w:p w:rsidR="009E436A" w:rsidRDefault="009E436A" w:rsidP="00681190">
      <w:pPr>
        <w:pStyle w:val="ListParagraph"/>
        <w:numPr>
          <w:ilvl w:val="0"/>
          <w:numId w:val="1"/>
        </w:numPr>
        <w:spacing w:line="360" w:lineRule="auto"/>
      </w:pPr>
      <w:r>
        <w:t xml:space="preserve">Students should cover various issues like family life of </w:t>
      </w:r>
      <w:proofErr w:type="spellStart"/>
      <w:r>
        <w:t>Musafa</w:t>
      </w:r>
      <w:proofErr w:type="spellEnd"/>
      <w:r>
        <w:t xml:space="preserve">, his work, and whether or not </w:t>
      </w:r>
      <w:proofErr w:type="spellStart"/>
      <w:r>
        <w:t>Musafa</w:t>
      </w:r>
      <w:proofErr w:type="spellEnd"/>
      <w:r>
        <w:t xml:space="preserve"> ever sees his father again.</w:t>
      </w:r>
    </w:p>
    <w:p w:rsidR="009E436A" w:rsidRDefault="009E436A" w:rsidP="00681190">
      <w:pPr>
        <w:pStyle w:val="ListParagraph"/>
        <w:numPr>
          <w:ilvl w:val="0"/>
          <w:numId w:val="1"/>
        </w:numPr>
        <w:spacing w:line="360" w:lineRule="auto"/>
      </w:pPr>
      <w:r>
        <w:t>After completing their essay</w:t>
      </w:r>
      <w:r w:rsidR="00681190">
        <w:t>, students will make a poster for their essay.</w:t>
      </w:r>
    </w:p>
    <w:p w:rsidR="00681190" w:rsidRDefault="00681190" w:rsidP="00681190">
      <w:pPr>
        <w:pStyle w:val="ListParagraph"/>
        <w:numPr>
          <w:ilvl w:val="0"/>
          <w:numId w:val="1"/>
        </w:numPr>
        <w:spacing w:line="360" w:lineRule="auto"/>
      </w:pPr>
      <w:r>
        <w:t xml:space="preserve">After the </w:t>
      </w:r>
      <w:proofErr w:type="gramStart"/>
      <w:r>
        <w:t>completion  of</w:t>
      </w:r>
      <w:proofErr w:type="gramEnd"/>
      <w:r>
        <w:t xml:space="preserve"> their essays and posters, students will share their work with the rest of their class.</w:t>
      </w:r>
    </w:p>
    <w:p w:rsidR="00717230" w:rsidRDefault="00717230" w:rsidP="00717230">
      <w:pPr>
        <w:pStyle w:val="ListParagraph"/>
        <w:ind w:left="1440"/>
      </w:pPr>
    </w:p>
    <w:p w:rsidR="00717230" w:rsidRDefault="00717230" w:rsidP="00717230">
      <w:pPr>
        <w:ind w:left="360"/>
      </w:pPr>
    </w:p>
    <w:p w:rsidR="00717230" w:rsidRDefault="00717230" w:rsidP="00717230">
      <w:pPr>
        <w:ind w:left="360"/>
      </w:pPr>
    </w:p>
    <w:p w:rsidR="00717230" w:rsidRDefault="00717230" w:rsidP="00717230">
      <w:pPr>
        <w:pStyle w:val="ListParagraph"/>
      </w:pPr>
    </w:p>
    <w:p w:rsidR="00717230" w:rsidRPr="00717230" w:rsidRDefault="00717230" w:rsidP="00717230">
      <w:pPr>
        <w:ind w:left="360"/>
      </w:pPr>
    </w:p>
    <w:p w:rsidR="00717230" w:rsidRDefault="00717230"/>
    <w:p w:rsidR="00717230" w:rsidRPr="00717230" w:rsidRDefault="00717230"/>
    <w:p w:rsidR="00717230" w:rsidRDefault="00717230"/>
    <w:p w:rsidR="00B64265" w:rsidRDefault="00B64265"/>
    <w:p w:rsidR="00B64265" w:rsidRPr="00B64265" w:rsidRDefault="00B64265"/>
    <w:p w:rsidR="00B64265" w:rsidRPr="003A6EEA" w:rsidRDefault="00B64265"/>
    <w:sectPr w:rsidR="00B64265" w:rsidRPr="003A6E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5C3C57"/>
    <w:multiLevelType w:val="hybridMultilevel"/>
    <w:tmpl w:val="883A8C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EEA"/>
    <w:rsid w:val="003A6EEA"/>
    <w:rsid w:val="00681190"/>
    <w:rsid w:val="00717230"/>
    <w:rsid w:val="009C2FD5"/>
    <w:rsid w:val="009E436A"/>
    <w:rsid w:val="00B64265"/>
    <w:rsid w:val="00CB5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72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72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B91E0F7</Template>
  <TotalTime>88</TotalTime>
  <Pages>2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ted elfaye</dc:creator>
  <cp:lastModifiedBy>ted elfaye</cp:lastModifiedBy>
  <cp:revision>2</cp:revision>
  <dcterms:created xsi:type="dcterms:W3CDTF">2012-10-16T12:16:00Z</dcterms:created>
  <dcterms:modified xsi:type="dcterms:W3CDTF">2012-10-16T14:11:00Z</dcterms:modified>
</cp:coreProperties>
</file>